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928" w:type="dxa"/>
        <w:jc w:val="center"/>
        <w:tblInd w:w="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/>
      </w:tblPr>
      <w:tblGrid>
        <w:gridCol w:w="1749"/>
        <w:gridCol w:w="1227"/>
        <w:gridCol w:w="2849"/>
        <w:gridCol w:w="127"/>
        <w:gridCol w:w="1688"/>
        <w:gridCol w:w="1288"/>
      </w:tblGrid>
      <w:tr w:rsidR="006E0E70">
        <w:trPr>
          <w:trHeight w:hRule="exact" w:val="288"/>
          <w:jc w:val="center"/>
        </w:trPr>
        <w:sdt>
          <w:sdtPr>
            <w:id w:val="561824564"/>
            <w:placeholder>
              <w:docPart w:val="34F5C6E92FEF47EF9A9A9DDF859803A4"/>
            </w:placeholder>
            <w:temporary/>
            <w:showingPlcHdr/>
          </w:sdtPr>
          <w:sdtContent>
            <w:tc>
              <w:tcPr>
                <w:tcW w:w="8928" w:type="dxa"/>
                <w:gridSpan w:val="6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95B3D7" w:themeFill="accent1" w:themeFillTint="99"/>
                <w:vAlign w:val="center"/>
              </w:tcPr>
              <w:p w:rsidR="006E0E70" w:rsidRDefault="00B4503C">
                <w:pPr>
                  <w:pStyle w:val="MinutesandAgendaTitles"/>
                </w:pPr>
                <w:r>
                  <w:t>[Meeting Title]</w:t>
                </w:r>
              </w:p>
            </w:tc>
          </w:sdtContent>
        </w:sdt>
      </w:tr>
      <w:tr w:rsidR="006E0E70">
        <w:trPr>
          <w:trHeight w:hRule="exact" w:val="288"/>
          <w:jc w:val="center"/>
        </w:trPr>
        <w:sdt>
          <w:sdtPr>
            <w:id w:val="22626047"/>
            <w:placeholder>
              <w:docPart w:val="4904AC3DEE5B4752BCE997B7C01BF680"/>
            </w:placeholder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.d.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76" w:type="dxa"/>
                <w:gridSpan w:val="2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t>[Pick the date]</w:t>
                </w:r>
              </w:p>
            </w:tc>
          </w:sdtContent>
        </w:sdt>
        <w:sdt>
          <w:sdtPr>
            <w:rPr>
              <w:spacing w:val="0"/>
            </w:rPr>
            <w:id w:val="561824554"/>
            <w:placeholder>
              <w:docPart w:val="478A76C47005479483C7F609B21978D8"/>
            </w:placeholder>
            <w:temporary/>
            <w:showingPlcHdr/>
          </w:sdtPr>
          <w:sdtContent>
            <w:tc>
              <w:tcPr>
                <w:tcW w:w="2976" w:type="dxa"/>
                <w:gridSpan w:val="2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rPr>
                    <w:spacing w:val="0"/>
                  </w:rPr>
                  <w:t>[</w:t>
                </w:r>
                <w:r>
                  <w:t>Meeting Time]</w:t>
                </w:r>
              </w:p>
            </w:tc>
          </w:sdtContent>
        </w:sdt>
        <w:sdt>
          <w:sdtPr>
            <w:rPr>
              <w:spacing w:val="0"/>
            </w:rPr>
            <w:id w:val="561824559"/>
            <w:placeholder>
              <w:docPart w:val="B1AD6E8B99534E49A800DA98E9D39A9F"/>
            </w:placeholder>
            <w:temporary/>
            <w:showingPlcHdr/>
          </w:sdtPr>
          <w:sdtContent>
            <w:tc>
              <w:tcPr>
                <w:tcW w:w="2976" w:type="dxa"/>
                <w:gridSpan w:val="2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rPr>
                    <w:spacing w:val="0"/>
                  </w:rPr>
                  <w:t>[</w:t>
                </w:r>
                <w:r>
                  <w:t>Meeting Location]</w:t>
                </w:r>
              </w:p>
            </w:tc>
          </w:sdtContent>
        </w:sdt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Meeting called by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Type of meeting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Facilitator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Note taker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Timekeeper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Attendees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6E0E70" w:rsidRDefault="00DD19DB">
            <w:pPr>
              <w:pStyle w:val="MinutesandAgendaTitles"/>
            </w:pPr>
            <w:sdt>
              <w:sdtPr>
                <w:id w:val="1136367044"/>
                <w:placeholder>
                  <w:docPart w:val="007A7934C9B4436683D590453EF1EBC4"/>
                </w:placeholder>
                <w:temporary/>
                <w:showingPlcHdr/>
              </w:sdtPr>
              <w:sdtContent>
                <w:r w:rsidR="00B4503C">
                  <w:t>[</w:t>
                </w:r>
                <w:r w:rsidR="00B4503C">
                  <w:rPr>
                    <w:rStyle w:val="PlaceholderText"/>
                    <w:color w:val="FFFFFF" w:themeColor="background1"/>
                  </w:rPr>
                  <w:t>Agenda Topic]</w:t>
                </w:r>
              </w:sdtContent>
            </w:sdt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B8CCE4" w:themeFill="accent1" w:themeFillTint="66"/>
            <w:tcMar>
              <w:top w:w="0" w:type="dxa"/>
              <w:bottom w:w="0" w:type="dxa"/>
            </w:tcMar>
            <w:vAlign w:val="center"/>
          </w:tcPr>
          <w:p w:rsidR="006E0E70" w:rsidRDefault="00DD19DB">
            <w:pPr>
              <w:pStyle w:val="BodyCopy"/>
            </w:pPr>
            <w:sdt>
              <w:sdtPr>
                <w:id w:val="561824572"/>
                <w:placeholder>
                  <w:docPart w:val="2E8CCC1DC979463AB956F7C873A9620A"/>
                </w:placeholder>
                <w:temporary/>
                <w:showingPlcHdr/>
              </w:sdtPr>
              <w:sdtContent>
                <w:r w:rsidR="00B4503C">
                  <w:t>[Time allotted]</w:t>
                </w:r>
              </w:sdtContent>
            </w:sdt>
          </w:p>
        </w:tc>
        <w:sdt>
          <w:sdtPr>
            <w:id w:val="561824582"/>
            <w:placeholder>
              <w:docPart w:val="274C2CE6181F4FB9A251DD2C5342FF8A"/>
            </w:placeholder>
            <w:temporary/>
            <w:showingPlcHdr/>
          </w:sdtPr>
          <w:sdtContent>
            <w:tc>
              <w:tcPr>
                <w:tcW w:w="7179" w:type="dxa"/>
                <w:gridSpan w:val="5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t>[Presenter]</w:t>
                </w:r>
              </w:p>
            </w:tc>
          </w:sdtContent>
        </w:sdt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Deadline</w:t>
            </w: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6E0E70" w:rsidRDefault="00DD19DB">
            <w:pPr>
              <w:pStyle w:val="MinutesandAgendaTitles"/>
            </w:pPr>
            <w:sdt>
              <w:sdtPr>
                <w:id w:val="1136367043"/>
                <w:placeholder>
                  <w:docPart w:val="956E55E2569941A2B5AE808C01A9D36E"/>
                </w:placeholder>
                <w:showingPlcHdr/>
              </w:sdtPr>
              <w:sdtContent>
                <w:sdt>
                  <w:sdtPr>
                    <w:id w:val="22626064"/>
                    <w:placeholder>
                      <w:docPart w:val="424B5945875249378ED317358498436B"/>
                    </w:placeholder>
                    <w:temporary/>
                    <w:showingPlcHdr/>
                  </w:sdtPr>
                  <w:sdtContent>
                    <w:r w:rsidR="00B4503C">
                      <w:t>[</w:t>
                    </w:r>
                    <w:r w:rsidR="00B4503C">
                      <w:rPr>
                        <w:rStyle w:val="PlaceholderText"/>
                        <w:color w:val="FFFFFF" w:themeColor="background1"/>
                      </w:rPr>
                      <w:t>Agenda Topic]</w:t>
                    </w:r>
                  </w:sdtContent>
                </w:sdt>
              </w:sdtContent>
            </w:sdt>
          </w:p>
        </w:tc>
      </w:tr>
      <w:tr w:rsidR="006E0E70">
        <w:trPr>
          <w:trHeight w:hRule="exact" w:val="288"/>
          <w:jc w:val="center"/>
        </w:trPr>
        <w:sdt>
          <w:sdtPr>
            <w:id w:val="561824605"/>
            <w:placeholder>
              <w:docPart w:val="F8A325411F6F4102BBA6BC3955AE0DD0"/>
            </w:placeholder>
            <w:temporary/>
            <w:showingPlcHdr/>
          </w:sdtPr>
          <w:sdtContent>
            <w:tc>
              <w:tcPr>
                <w:tcW w:w="1749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t>[Time allotted]</w:t>
                </w:r>
              </w:p>
            </w:tc>
          </w:sdtContent>
        </w:sdt>
        <w:sdt>
          <w:sdtPr>
            <w:id w:val="561824607"/>
            <w:placeholder>
              <w:docPart w:val="D2E722F5C2E24DBFBBFEA569ABDF2C3E"/>
            </w:placeholder>
            <w:temporary/>
            <w:showingPlcHdr/>
          </w:sdtPr>
          <w:sdtContent>
            <w:tc>
              <w:tcPr>
                <w:tcW w:w="7179" w:type="dxa"/>
                <w:gridSpan w:val="5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t>[Presenter]</w:t>
                </w:r>
              </w:p>
            </w:tc>
          </w:sdtContent>
        </w:sdt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Deadline</w:t>
            </w: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6E0E70" w:rsidRDefault="00DD19DB">
            <w:pPr>
              <w:pStyle w:val="MinutesandAgendaTitles"/>
            </w:pPr>
            <w:sdt>
              <w:sdtPr>
                <w:id w:val="1136367033"/>
                <w:placeholder>
                  <w:docPart w:val="A39ECCE0AA7F43E5B8094D9082D10ADE"/>
                </w:placeholder>
                <w:showingPlcHdr/>
              </w:sdtPr>
              <w:sdtContent>
                <w:sdt>
                  <w:sdtPr>
                    <w:id w:val="22626070"/>
                    <w:placeholder>
                      <w:docPart w:val="CBF881E3C92E41A28AE9D57D7813841C"/>
                    </w:placeholder>
                    <w:temporary/>
                    <w:showingPlcHdr/>
                  </w:sdtPr>
                  <w:sdtContent>
                    <w:r w:rsidR="00B4503C">
                      <w:t>[</w:t>
                    </w:r>
                    <w:r w:rsidR="00B4503C">
                      <w:rPr>
                        <w:rStyle w:val="PlaceholderText"/>
                        <w:color w:val="FFFFFF" w:themeColor="background1"/>
                      </w:rPr>
                      <w:t>Agenda Topic]</w:t>
                    </w:r>
                  </w:sdtContent>
                </w:sdt>
              </w:sdtContent>
            </w:sdt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B8CCE4" w:themeFill="accent1" w:themeFillTint="66"/>
            <w:tcMar>
              <w:top w:w="0" w:type="dxa"/>
              <w:bottom w:w="0" w:type="dxa"/>
            </w:tcMar>
            <w:vAlign w:val="center"/>
          </w:tcPr>
          <w:p w:rsidR="006E0E70" w:rsidRDefault="00DD19DB">
            <w:pPr>
              <w:pStyle w:val="BodyCopy"/>
            </w:pPr>
            <w:sdt>
              <w:sdtPr>
                <w:id w:val="561824608"/>
                <w:placeholder>
                  <w:docPart w:val="49796BDF861D4838B2794F948A39CA4D"/>
                </w:placeholder>
                <w:temporary/>
                <w:showingPlcHdr/>
              </w:sdtPr>
              <w:sdtContent>
                <w:r w:rsidR="00B4503C">
                  <w:t>[Time allotted]</w:t>
                </w:r>
              </w:sdtContent>
            </w:sdt>
          </w:p>
        </w:tc>
        <w:sdt>
          <w:sdtPr>
            <w:id w:val="561824610"/>
            <w:placeholder>
              <w:docPart w:val="6F67C831B2CD4A19B46734EDF666A00A"/>
            </w:placeholder>
            <w:temporary/>
            <w:showingPlcHdr/>
          </w:sdtPr>
          <w:sdtContent>
            <w:tc>
              <w:tcPr>
                <w:tcW w:w="7179" w:type="dxa"/>
                <w:gridSpan w:val="5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B8CCE4" w:themeFill="accent1" w:themeFillTint="66"/>
                <w:tcMar>
                  <w:top w:w="0" w:type="dxa"/>
                  <w:bottom w:w="0" w:type="dxa"/>
                </w:tcMar>
                <w:vAlign w:val="center"/>
              </w:tcPr>
              <w:p w:rsidR="006E0E70" w:rsidRDefault="00B4503C">
                <w:pPr>
                  <w:pStyle w:val="BodyCopy"/>
                </w:pPr>
                <w:r>
                  <w:t>[Presenter]</w:t>
                </w:r>
              </w:p>
            </w:tc>
          </w:sdtContent>
        </w:sdt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B4503C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6E0E70" w:rsidRDefault="00B4503C">
            <w:pPr>
              <w:pStyle w:val="BodyCopy"/>
            </w:pPr>
            <w:r>
              <w:t>Deadline</w:t>
            </w: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  <w:tr w:rsidR="006E0E70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6E0E70" w:rsidRDefault="006E0E70">
            <w:pPr>
              <w:pStyle w:val="BodyCopy"/>
            </w:pPr>
          </w:p>
        </w:tc>
      </w:tr>
    </w:tbl>
    <w:p w:rsidR="006E0E70" w:rsidRDefault="006E0E70"/>
    <w:sectPr w:rsidR="006E0E70" w:rsidSect="006E0E70">
      <w:headerReference w:type="default" r:id="rId8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33C" w:rsidRDefault="0000033C">
      <w:r>
        <w:separator/>
      </w:r>
    </w:p>
  </w:endnote>
  <w:endnote w:type="continuationSeparator" w:id="0">
    <w:p w:rsidR="0000033C" w:rsidRDefault="00000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33C" w:rsidRDefault="0000033C">
      <w:r>
        <w:separator/>
      </w:r>
    </w:p>
  </w:footnote>
  <w:footnote w:type="continuationSeparator" w:id="0">
    <w:p w:rsidR="0000033C" w:rsidRDefault="00000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E70" w:rsidRDefault="00B4503C">
    <w:pPr>
      <w:pStyle w:val="MeetingMinutesHeading"/>
    </w:pPr>
    <w:r>
      <w:t>minutes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31CA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598E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4D0AF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C5340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501087"/>
    <w:rsid w:val="0000033C"/>
    <w:rsid w:val="0018514B"/>
    <w:rsid w:val="00501087"/>
    <w:rsid w:val="006E0E70"/>
    <w:rsid w:val="00A90748"/>
    <w:rsid w:val="00B4503C"/>
    <w:rsid w:val="00DD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6E0E70"/>
    <w:pPr>
      <w:spacing w:after="0" w:line="240" w:lineRule="auto"/>
    </w:pPr>
    <w:rPr>
      <w:spacing w:val="8"/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6E0E70"/>
    <w:pPr>
      <w:outlineLvl w:val="0"/>
    </w:pPr>
    <w:rPr>
      <w:b/>
      <w:color w:val="FFFFFF" w:themeColor="background1"/>
      <w:sz w:val="20"/>
    </w:rPr>
  </w:style>
  <w:style w:type="paragraph" w:styleId="Heading2">
    <w:name w:val="heading 2"/>
    <w:basedOn w:val="Heading1"/>
    <w:next w:val="Normal"/>
    <w:link w:val="Heading2Char"/>
    <w:uiPriority w:val="1"/>
    <w:semiHidden/>
    <w:qFormat/>
    <w:rsid w:val="006E0E70"/>
    <w:pPr>
      <w:outlineLvl w:val="1"/>
    </w:pPr>
    <w:rPr>
      <w:color w:val="A6A6A6" w:themeColor="background1" w:themeShade="A6"/>
    </w:rPr>
  </w:style>
  <w:style w:type="paragraph" w:styleId="Heading3">
    <w:name w:val="heading 3"/>
    <w:basedOn w:val="Heading2"/>
    <w:next w:val="Normal"/>
    <w:link w:val="Heading3Char"/>
    <w:uiPriority w:val="1"/>
    <w:semiHidden/>
    <w:qFormat/>
    <w:rsid w:val="006E0E70"/>
    <w:pPr>
      <w:outlineLvl w:val="2"/>
    </w:pPr>
    <w:rPr>
      <w:b w:val="0"/>
    </w:rPr>
  </w:style>
  <w:style w:type="paragraph" w:styleId="Heading4">
    <w:name w:val="heading 4"/>
    <w:basedOn w:val="Heading5"/>
    <w:next w:val="Normal"/>
    <w:link w:val="Heading4Char"/>
    <w:uiPriority w:val="1"/>
    <w:semiHidden/>
    <w:qFormat/>
    <w:rsid w:val="006E0E70"/>
    <w:pPr>
      <w:spacing w:before="40" w:after="280"/>
      <w:outlineLvl w:val="3"/>
    </w:pPr>
    <w:rPr>
      <w:color w:val="B8CCE4" w:themeColor="accent1" w:themeTint="66"/>
    </w:rPr>
  </w:style>
  <w:style w:type="paragraph" w:styleId="Heading5">
    <w:name w:val="heading 5"/>
    <w:basedOn w:val="Normal"/>
    <w:next w:val="Normal"/>
    <w:link w:val="Heading5Char"/>
    <w:uiPriority w:val="1"/>
    <w:semiHidden/>
    <w:qFormat/>
    <w:rsid w:val="006E0E70"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6E0E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E0E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7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6E0E70"/>
    <w:rPr>
      <w:b/>
      <w:color w:val="FFFFFF" w:themeColor="background1"/>
      <w:spacing w:val="8"/>
      <w:sz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6E0E70"/>
    <w:rPr>
      <w:b/>
      <w:color w:val="A6A6A6" w:themeColor="background1" w:themeShade="A6"/>
      <w:spacing w:val="8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6E0E70"/>
    <w:rPr>
      <w:color w:val="A6A6A6" w:themeColor="background1" w:themeShade="A6"/>
      <w:spacing w:val="8"/>
      <w:sz w:val="20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6E0E70"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E0E70"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BodyCopy">
    <w:name w:val="Body Copy"/>
    <w:basedOn w:val="Normal"/>
    <w:qFormat/>
    <w:rsid w:val="006E0E70"/>
    <w:rPr>
      <w:sz w:val="16"/>
    </w:rPr>
  </w:style>
  <w:style w:type="paragraph" w:customStyle="1" w:styleId="MeetingMinutesHeading">
    <w:name w:val="Meeting Minutes Heading"/>
    <w:basedOn w:val="Normal"/>
    <w:qFormat/>
    <w:rsid w:val="006E0E70"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MinutesandAgendaTitles">
    <w:name w:val="Minutes and Agenda Titles"/>
    <w:basedOn w:val="Normal"/>
    <w:qFormat/>
    <w:rsid w:val="006E0E70"/>
    <w:rPr>
      <w:b/>
      <w:color w:val="FFFFFF" w:themeColor="background1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E0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E70"/>
    <w:rPr>
      <w:spacing w:val="8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6E0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E70"/>
    <w:rPr>
      <w:spacing w:val="8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\AppData\Roaming\Microsoft\Templates\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F5C6E92FEF47EF9A9A9DDF85980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01D01-F5D5-457D-BDD4-810B78BF2BA3}"/>
      </w:docPartPr>
      <w:docPartBody>
        <w:p w:rsidR="00000000" w:rsidRDefault="00450A42">
          <w:pPr>
            <w:pStyle w:val="34F5C6E92FEF47EF9A9A9DDF859803A4"/>
          </w:pPr>
          <w:r>
            <w:t>[Meeting Title]</w:t>
          </w:r>
        </w:p>
      </w:docPartBody>
    </w:docPart>
    <w:docPart>
      <w:docPartPr>
        <w:name w:val="4904AC3DEE5B4752BCE997B7C01BF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F1D5C-7E66-4077-96B3-062B90B995D7}"/>
      </w:docPartPr>
      <w:docPartBody>
        <w:p w:rsidR="00000000" w:rsidRDefault="00450A42">
          <w:pPr>
            <w:pStyle w:val="4904AC3DEE5B4752BCE997B7C01BF680"/>
          </w:pPr>
          <w:r>
            <w:t>[Pick the date]</w:t>
          </w:r>
        </w:p>
      </w:docPartBody>
    </w:docPart>
    <w:docPart>
      <w:docPartPr>
        <w:name w:val="478A76C47005479483C7F609B2197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E9D3B-F4C8-4887-8499-587634256E49}"/>
      </w:docPartPr>
      <w:docPartBody>
        <w:p w:rsidR="00000000" w:rsidRDefault="00450A42">
          <w:pPr>
            <w:pStyle w:val="478A76C47005479483C7F609B21978D8"/>
          </w:pPr>
          <w:r>
            <w:t>[</w:t>
          </w:r>
          <w:r>
            <w:t>Meeting Time]</w:t>
          </w:r>
        </w:p>
      </w:docPartBody>
    </w:docPart>
    <w:docPart>
      <w:docPartPr>
        <w:name w:val="B1AD6E8B99534E49A800DA98E9D39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293E2-4E3C-4CC9-AFF0-249E693E2D7C}"/>
      </w:docPartPr>
      <w:docPartBody>
        <w:p w:rsidR="00000000" w:rsidRDefault="00450A42">
          <w:pPr>
            <w:pStyle w:val="B1AD6E8B99534E49A800DA98E9D39A9F"/>
          </w:pPr>
          <w:r>
            <w:t>[</w:t>
          </w:r>
          <w:r>
            <w:t>Meeting Location]</w:t>
          </w:r>
        </w:p>
      </w:docPartBody>
    </w:docPart>
    <w:docPart>
      <w:docPartPr>
        <w:name w:val="007A7934C9B4436683D590453EF1E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228BF-00CE-484E-8FC6-18613B30D4F0}"/>
      </w:docPartPr>
      <w:docPartBody>
        <w:p w:rsidR="00000000" w:rsidRDefault="00450A42">
          <w:pPr>
            <w:pStyle w:val="007A7934C9B4436683D590453EF1EBC4"/>
          </w:pPr>
          <w:r>
            <w:t>[</w:t>
          </w:r>
          <w:r>
            <w:rPr>
              <w:rStyle w:val="PlaceholderText"/>
            </w:rPr>
            <w:t>Agenda Topic]</w:t>
          </w:r>
        </w:p>
      </w:docPartBody>
    </w:docPart>
    <w:docPart>
      <w:docPartPr>
        <w:name w:val="2E8CCC1DC979463AB956F7C873A96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3A0A8-DBD0-4BFF-9F1E-1C01C276F995}"/>
      </w:docPartPr>
      <w:docPartBody>
        <w:p w:rsidR="00000000" w:rsidRDefault="00450A42">
          <w:pPr>
            <w:pStyle w:val="2E8CCC1DC979463AB956F7C873A9620A"/>
          </w:pPr>
          <w:r>
            <w:t>[Time allotted]</w:t>
          </w:r>
        </w:p>
      </w:docPartBody>
    </w:docPart>
    <w:docPart>
      <w:docPartPr>
        <w:name w:val="274C2CE6181F4FB9A251DD2C5342F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1822E-4A49-4D63-A3BF-BFAABA8C4B06}"/>
      </w:docPartPr>
      <w:docPartBody>
        <w:p w:rsidR="00000000" w:rsidRDefault="00450A42">
          <w:pPr>
            <w:pStyle w:val="274C2CE6181F4FB9A251DD2C5342FF8A"/>
          </w:pPr>
          <w:r>
            <w:t>[</w:t>
          </w:r>
          <w:r>
            <w:t>Presenter]</w:t>
          </w:r>
        </w:p>
      </w:docPartBody>
    </w:docPart>
    <w:docPart>
      <w:docPartPr>
        <w:name w:val="956E55E2569941A2B5AE808C01A9D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95D79-B1F7-4C7E-B24E-341185302410}"/>
      </w:docPartPr>
      <w:docPartBody>
        <w:p w:rsidR="00000000" w:rsidRDefault="00450A42">
          <w:pPr>
            <w:pStyle w:val="956E55E2569941A2B5AE808C01A9D36E"/>
          </w:pPr>
          <w:r>
            <w:t>Agenda Topic</w:t>
          </w:r>
        </w:p>
      </w:docPartBody>
    </w:docPart>
    <w:docPart>
      <w:docPartPr>
        <w:name w:val="424B5945875249378ED317358498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D6CD2-6EF7-40CF-99CA-BE08F8BC5ACB}"/>
      </w:docPartPr>
      <w:docPartBody>
        <w:p w:rsidR="00000000" w:rsidRDefault="00450A42">
          <w:pPr>
            <w:pStyle w:val="424B5945875249378ED317358498436B"/>
          </w:pPr>
          <w:r>
            <w:t>[</w:t>
          </w:r>
          <w:r>
            <w:rPr>
              <w:rStyle w:val="PlaceholderText"/>
            </w:rPr>
            <w:t>Agenda Topic]</w:t>
          </w:r>
        </w:p>
      </w:docPartBody>
    </w:docPart>
    <w:docPart>
      <w:docPartPr>
        <w:name w:val="F8A325411F6F4102BBA6BC3955AE0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880BA-A797-41CB-A04A-F1050897B5B5}"/>
      </w:docPartPr>
      <w:docPartBody>
        <w:p w:rsidR="00000000" w:rsidRDefault="00450A42">
          <w:pPr>
            <w:pStyle w:val="F8A325411F6F4102BBA6BC3955AE0DD0"/>
          </w:pPr>
          <w:r>
            <w:t>[Time allotted]</w:t>
          </w:r>
        </w:p>
      </w:docPartBody>
    </w:docPart>
    <w:docPart>
      <w:docPartPr>
        <w:name w:val="D2E722F5C2E24DBFBBFEA569ABDF2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E5473-18FB-4E1B-AB9D-11823486F843}"/>
      </w:docPartPr>
      <w:docPartBody>
        <w:p w:rsidR="00000000" w:rsidRDefault="00450A42">
          <w:pPr>
            <w:pStyle w:val="D2E722F5C2E24DBFBBFEA569ABDF2C3E"/>
          </w:pPr>
          <w:r>
            <w:t>[</w:t>
          </w:r>
          <w:r>
            <w:t>Presenter]</w:t>
          </w:r>
        </w:p>
      </w:docPartBody>
    </w:docPart>
    <w:docPart>
      <w:docPartPr>
        <w:name w:val="A39ECCE0AA7F43E5B8094D9082D10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F396F-EB5A-40C7-90C2-E2ACDAE8A225}"/>
      </w:docPartPr>
      <w:docPartBody>
        <w:p w:rsidR="00000000" w:rsidRDefault="00450A42">
          <w:pPr>
            <w:pStyle w:val="A39ECCE0AA7F43E5B8094D9082D10ADE"/>
          </w:pPr>
          <w:r>
            <w:t>Agenda Topic</w:t>
          </w:r>
        </w:p>
      </w:docPartBody>
    </w:docPart>
    <w:docPart>
      <w:docPartPr>
        <w:name w:val="CBF881E3C92E41A28AE9D57D78138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4605B-1750-4279-87F1-D8E4B6C21A83}"/>
      </w:docPartPr>
      <w:docPartBody>
        <w:p w:rsidR="00000000" w:rsidRDefault="00450A42">
          <w:pPr>
            <w:pStyle w:val="CBF881E3C92E41A28AE9D57D7813841C"/>
          </w:pPr>
          <w:r>
            <w:t>[</w:t>
          </w:r>
          <w:r>
            <w:rPr>
              <w:rStyle w:val="PlaceholderText"/>
            </w:rPr>
            <w:t>Agenda Topic]</w:t>
          </w:r>
        </w:p>
      </w:docPartBody>
    </w:docPart>
    <w:docPart>
      <w:docPartPr>
        <w:name w:val="49796BDF861D4838B2794F948A39C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F997F-7C0C-4C2D-912E-076AE19694F5}"/>
      </w:docPartPr>
      <w:docPartBody>
        <w:p w:rsidR="00000000" w:rsidRDefault="00450A42">
          <w:pPr>
            <w:pStyle w:val="49796BDF861D4838B2794F948A39CA4D"/>
          </w:pPr>
          <w:r>
            <w:t>Time allotted</w:t>
          </w:r>
        </w:p>
      </w:docPartBody>
    </w:docPart>
    <w:docPart>
      <w:docPartPr>
        <w:name w:val="6F67C831B2CD4A19B46734EDF666A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6B8D0-5523-458C-8038-3D5A34997E27}"/>
      </w:docPartPr>
      <w:docPartBody>
        <w:p w:rsidR="00000000" w:rsidRDefault="00450A42">
          <w:pPr>
            <w:pStyle w:val="6F67C831B2CD4A19B46734EDF666A00A"/>
          </w:pPr>
          <w:r>
            <w:t>[</w:t>
          </w:r>
          <w:r>
            <w:t>Presenter]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0A42"/>
    <w:rsid w:val="0045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F5C6E92FEF47EF9A9A9DDF859803A4">
    <w:name w:val="34F5C6E92FEF47EF9A9A9DDF859803A4"/>
  </w:style>
  <w:style w:type="paragraph" w:customStyle="1" w:styleId="4904AC3DEE5B4752BCE997B7C01BF680">
    <w:name w:val="4904AC3DEE5B4752BCE997B7C01BF680"/>
  </w:style>
  <w:style w:type="paragraph" w:customStyle="1" w:styleId="478A76C47005479483C7F609B21978D8">
    <w:name w:val="478A76C47005479483C7F609B21978D8"/>
  </w:style>
  <w:style w:type="paragraph" w:customStyle="1" w:styleId="B1AD6E8B99534E49A800DA98E9D39A9F">
    <w:name w:val="B1AD6E8B99534E49A800DA98E9D39A9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07A7934C9B4436683D590453EF1EBC4">
    <w:name w:val="007A7934C9B4436683D590453EF1EBC4"/>
  </w:style>
  <w:style w:type="paragraph" w:customStyle="1" w:styleId="2E8CCC1DC979463AB956F7C873A9620A">
    <w:name w:val="2E8CCC1DC979463AB956F7C873A9620A"/>
  </w:style>
  <w:style w:type="paragraph" w:customStyle="1" w:styleId="274C2CE6181F4FB9A251DD2C5342FF8A">
    <w:name w:val="274C2CE6181F4FB9A251DD2C5342FF8A"/>
  </w:style>
  <w:style w:type="paragraph" w:customStyle="1" w:styleId="956E55E2569941A2B5AE808C01A9D36E">
    <w:name w:val="956E55E2569941A2B5AE808C01A9D36E"/>
  </w:style>
  <w:style w:type="paragraph" w:customStyle="1" w:styleId="424B5945875249378ED317358498436B">
    <w:name w:val="424B5945875249378ED317358498436B"/>
  </w:style>
  <w:style w:type="paragraph" w:customStyle="1" w:styleId="F8A325411F6F4102BBA6BC3955AE0DD0">
    <w:name w:val="F8A325411F6F4102BBA6BC3955AE0DD0"/>
  </w:style>
  <w:style w:type="paragraph" w:customStyle="1" w:styleId="D2E722F5C2E24DBFBBFEA569ABDF2C3E">
    <w:name w:val="D2E722F5C2E24DBFBBFEA569ABDF2C3E"/>
  </w:style>
  <w:style w:type="paragraph" w:customStyle="1" w:styleId="A39ECCE0AA7F43E5B8094D9082D10ADE">
    <w:name w:val="A39ECCE0AA7F43E5B8094D9082D10ADE"/>
  </w:style>
  <w:style w:type="paragraph" w:customStyle="1" w:styleId="CBF881E3C92E41A28AE9D57D7813841C">
    <w:name w:val="CBF881E3C92E41A28AE9D57D7813841C"/>
  </w:style>
  <w:style w:type="paragraph" w:customStyle="1" w:styleId="49796BDF861D4838B2794F948A39CA4D">
    <w:name w:val="49796BDF861D4838B2794F948A39CA4D"/>
  </w:style>
  <w:style w:type="paragraph" w:customStyle="1" w:styleId="6F67C831B2CD4A19B46734EDF666A00A">
    <w:name w:val="6F67C831B2CD4A19B46734EDF666A00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0ABAF2B-CAAF-430E-93A5-E0C27C601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MeetingMinutes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KB</dc:creator>
  <cp:lastModifiedBy>KB</cp:lastModifiedBy>
  <cp:revision>2</cp:revision>
  <cp:lastPrinted>2006-08-01T17:47:00Z</cp:lastPrinted>
  <dcterms:created xsi:type="dcterms:W3CDTF">2013-03-04T02:14:00Z</dcterms:created>
  <dcterms:modified xsi:type="dcterms:W3CDTF">2013-03-04T02:14:00Z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